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A7D7F" w14:paraId="65F785AB" w14:textId="77777777" w:rsidTr="007A1C52">
        <w:tc>
          <w:tcPr>
            <w:tcW w:w="2689" w:type="dxa"/>
          </w:tcPr>
          <w:p w14:paraId="3CA9E51D" w14:textId="399DE384" w:rsidR="004A7D7F" w:rsidRPr="004A7D7F" w:rsidRDefault="004A7D7F" w:rsidP="004A7D7F">
            <w:pPr>
              <w:pStyle w:val="SIText"/>
            </w:pPr>
            <w:r w:rsidRPr="00CC451E">
              <w:t>Release</w:t>
            </w:r>
            <w:r w:rsidRPr="004A7D7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CC7543D" w14:textId="797CA9C7" w:rsidR="004A7D7F" w:rsidRPr="004A7D7F" w:rsidRDefault="004A7D7F" w:rsidP="0070124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DE6546">
              <w:rPr>
                <w:rStyle w:val="SITemporaryText-blue"/>
              </w:rPr>
              <w:t>X</w:t>
            </w:r>
            <w:r w:rsidRPr="004A7D7F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F6C084B" w:rsidR="00F1480E" w:rsidRPr="005404CB" w:rsidRDefault="00A3135C" w:rsidP="005404CB">
            <w:pPr>
              <w:pStyle w:val="SIUNITCODE"/>
            </w:pPr>
            <w:r>
              <w:t>AHCPER10</w:t>
            </w:r>
            <w:r w:rsidR="002973EC">
              <w:t>3</w:t>
            </w:r>
          </w:p>
        </w:tc>
        <w:tc>
          <w:tcPr>
            <w:tcW w:w="3604" w:type="pct"/>
            <w:shd w:val="clear" w:color="auto" w:fill="auto"/>
          </w:tcPr>
          <w:p w14:paraId="01D80964" w14:textId="4CCCFCB8" w:rsidR="00F1480E" w:rsidRPr="005404CB" w:rsidRDefault="002973EC" w:rsidP="005404CB">
            <w:pPr>
              <w:pStyle w:val="SIUnittitle"/>
            </w:pPr>
            <w:r w:rsidRPr="002973EC">
              <w:t>Support plant care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A9E484" w14:textId="07B9B5B9" w:rsidR="00521027" w:rsidRPr="00521027" w:rsidRDefault="00521027" w:rsidP="00521027">
            <w:pPr>
              <w:pStyle w:val="SIText"/>
            </w:pPr>
            <w:r w:rsidRPr="00521027">
              <w:t xml:space="preserve">This unit of competency describes the skills and knowledge required to support plant care </w:t>
            </w:r>
            <w:r w:rsidR="004A7D7F">
              <w:t>for Zone 1</w:t>
            </w:r>
            <w:r w:rsidR="004A7D7F" w:rsidRPr="00521027">
              <w:t xml:space="preserve"> </w:t>
            </w:r>
            <w:r w:rsidRPr="00521027">
              <w:t xml:space="preserve">permaculture </w:t>
            </w:r>
            <w:r w:rsidR="004A7D7F">
              <w:t>gardens</w:t>
            </w:r>
            <w:r w:rsidRPr="00521027">
              <w:t>.</w:t>
            </w:r>
          </w:p>
          <w:p w14:paraId="37B06EE6" w14:textId="77777777" w:rsidR="00521027" w:rsidRPr="00521027" w:rsidRDefault="00521027" w:rsidP="00521027">
            <w:pPr>
              <w:pStyle w:val="SIText"/>
            </w:pPr>
          </w:p>
          <w:p w14:paraId="069B4A52" w14:textId="2D741996" w:rsidR="00521027" w:rsidRPr="00521027" w:rsidRDefault="004A7D7F" w:rsidP="00521027">
            <w:pPr>
              <w:pStyle w:val="SIText"/>
            </w:pPr>
            <w:r>
              <w:t>The</w:t>
            </w:r>
            <w:r w:rsidRPr="00521027">
              <w:t xml:space="preserve"> </w:t>
            </w:r>
            <w:r w:rsidR="00521027" w:rsidRPr="00521027">
              <w:t xml:space="preserve">unit applies to individuals who work alongside a supervisor and exercise limited autonomy within established and </w:t>
            </w:r>
            <w:proofErr w:type="gramStart"/>
            <w:r w:rsidR="00521027" w:rsidRPr="00521027">
              <w:t>well known</w:t>
            </w:r>
            <w:proofErr w:type="gramEnd"/>
            <w:r w:rsidR="00521027" w:rsidRPr="00521027">
              <w:t xml:space="preserve"> parameters. They identify and seek help with simple problems.</w:t>
            </w:r>
          </w:p>
          <w:p w14:paraId="0E7EDA53" w14:textId="77777777" w:rsidR="00521027" w:rsidRPr="00521027" w:rsidRDefault="00521027" w:rsidP="00521027">
            <w:pPr>
              <w:pStyle w:val="SIText"/>
            </w:pPr>
          </w:p>
          <w:p w14:paraId="22C15BCD" w14:textId="4160066F" w:rsidR="00373436" w:rsidRPr="000754EC" w:rsidRDefault="00521027">
            <w:pPr>
              <w:pStyle w:val="SIText"/>
            </w:pPr>
            <w:r w:rsidRPr="00521027">
              <w:t>No licensing, legislative or certification requirements apply to this unit at the time of publication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2102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D19BC5B" w:rsidR="00521027" w:rsidRPr="00521027" w:rsidRDefault="00521027" w:rsidP="0070124B">
            <w:pPr>
              <w:pStyle w:val="SIText"/>
            </w:pPr>
            <w:r w:rsidRPr="00521027">
              <w:t xml:space="preserve">1. </w:t>
            </w:r>
            <w:r w:rsidR="004A7D7F">
              <w:t>Recognise</w:t>
            </w:r>
            <w:r w:rsidRPr="00521027">
              <w:t xml:space="preserve"> </w:t>
            </w:r>
            <w:r w:rsidR="004A7D7F">
              <w:t xml:space="preserve">plant care for a </w:t>
            </w:r>
            <w:r w:rsidRPr="00521027">
              <w:t>Zone 1 permaculture garden</w:t>
            </w:r>
          </w:p>
        </w:tc>
        <w:tc>
          <w:tcPr>
            <w:tcW w:w="3604" w:type="pct"/>
            <w:shd w:val="clear" w:color="auto" w:fill="auto"/>
          </w:tcPr>
          <w:p w14:paraId="520F8560" w14:textId="77777777" w:rsidR="00521027" w:rsidRPr="00521027" w:rsidRDefault="00521027" w:rsidP="00521027">
            <w:r w:rsidRPr="00521027">
              <w:t>1.1 Identify key characteristics of a Zone 1 permaculture garden</w:t>
            </w:r>
          </w:p>
          <w:p w14:paraId="120B8CFF" w14:textId="77777777" w:rsidR="004A7D7F" w:rsidRDefault="00521027" w:rsidP="00521027">
            <w:r w:rsidRPr="00521027">
              <w:t xml:space="preserve">1.2 </w:t>
            </w:r>
            <w:r w:rsidR="004A7D7F" w:rsidRPr="00521027">
              <w:t xml:space="preserve">Identify functions and yields of plants in a </w:t>
            </w:r>
            <w:r w:rsidR="004A7D7F" w:rsidRPr="004A7D7F">
              <w:t>Zone 1 permaculture garden</w:t>
            </w:r>
          </w:p>
          <w:p w14:paraId="615D040C" w14:textId="2DFC3EBC" w:rsidR="0070124B" w:rsidRDefault="004A7D7F" w:rsidP="0070124B">
            <w:r>
              <w:t>1.3</w:t>
            </w:r>
            <w:r w:rsidRPr="004A7D7F" w:rsidDel="004A7D7F">
              <w:t xml:space="preserve"> </w:t>
            </w:r>
            <w:r>
              <w:t>Recognise</w:t>
            </w:r>
            <w:r w:rsidR="00521027" w:rsidRPr="00521027">
              <w:t xml:space="preserve"> features of Zone 1 permaculture gardens </w:t>
            </w:r>
            <w:r>
              <w:t>requiring plant care</w:t>
            </w:r>
          </w:p>
          <w:p w14:paraId="4B044429" w14:textId="40FF8B89" w:rsidR="00521027" w:rsidRPr="00521027" w:rsidRDefault="0070124B" w:rsidP="006B4C89">
            <w:r>
              <w:t xml:space="preserve">1.4 </w:t>
            </w:r>
            <w:r w:rsidR="00894E7E">
              <w:t xml:space="preserve">Identify Zone 1 plant care requirements from supervisor instructions </w:t>
            </w:r>
          </w:p>
        </w:tc>
      </w:tr>
      <w:tr w:rsidR="0052102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6DB12E2" w:rsidR="00521027" w:rsidRPr="00521027" w:rsidRDefault="00521027" w:rsidP="00521027">
            <w:pPr>
              <w:pStyle w:val="SIText"/>
            </w:pPr>
            <w:r w:rsidRPr="00521027">
              <w:t>2. Demonstrate safe and efficient work practices</w:t>
            </w:r>
          </w:p>
        </w:tc>
        <w:tc>
          <w:tcPr>
            <w:tcW w:w="3604" w:type="pct"/>
            <w:shd w:val="clear" w:color="auto" w:fill="auto"/>
          </w:tcPr>
          <w:p w14:paraId="382E1A3F" w14:textId="14724E29" w:rsidR="00521027" w:rsidRPr="00521027" w:rsidRDefault="00521027" w:rsidP="00521027">
            <w:r w:rsidRPr="00521027">
              <w:t>2.1 Identify</w:t>
            </w:r>
            <w:r w:rsidR="004A7D7F">
              <w:t xml:space="preserve">, </w:t>
            </w:r>
            <w:proofErr w:type="gramStart"/>
            <w:r w:rsidRPr="00521027">
              <w:t>check</w:t>
            </w:r>
            <w:proofErr w:type="gramEnd"/>
            <w:r w:rsidRPr="00521027">
              <w:t xml:space="preserve"> </w:t>
            </w:r>
            <w:r w:rsidR="004A7D7F">
              <w:t xml:space="preserve">and prepare </w:t>
            </w:r>
            <w:r w:rsidRPr="00521027">
              <w:t>tools and equipment according to supervisor instructions</w:t>
            </w:r>
          </w:p>
          <w:p w14:paraId="5BB1BEE6" w14:textId="71FD3459" w:rsidR="00521027" w:rsidRPr="00521027" w:rsidRDefault="00521027" w:rsidP="00521027">
            <w:r w:rsidRPr="00521027">
              <w:t xml:space="preserve">2.2 Adopt work practices </w:t>
            </w:r>
            <w:r w:rsidR="004A7D7F">
              <w:t>to</w:t>
            </w:r>
            <w:r w:rsidR="004A7D7F" w:rsidRPr="00521027">
              <w:t xml:space="preserve"> </w:t>
            </w:r>
            <w:r w:rsidRPr="00521027">
              <w:t>maximise productivity</w:t>
            </w:r>
            <w:r w:rsidR="002A4E01">
              <w:t xml:space="preserve">, </w:t>
            </w:r>
            <w:r w:rsidRPr="00521027">
              <w:t>time efficiency and minimis</w:t>
            </w:r>
            <w:r w:rsidR="002A4E01">
              <w:t>ing</w:t>
            </w:r>
            <w:r w:rsidRPr="00521027">
              <w:t xml:space="preserve"> waste and resource</w:t>
            </w:r>
            <w:r w:rsidR="002A4E01">
              <w:t>s</w:t>
            </w:r>
          </w:p>
          <w:p w14:paraId="2B00249F" w14:textId="33EC35F4" w:rsidR="00521027" w:rsidRPr="00521027" w:rsidRDefault="00521027" w:rsidP="006B4C89">
            <w:pPr>
              <w:pStyle w:val="SIText"/>
            </w:pPr>
            <w:r w:rsidRPr="00521027">
              <w:t xml:space="preserve">2.3 Follow instructions and directions </w:t>
            </w:r>
            <w:r w:rsidR="004A7D7F">
              <w:t>from</w:t>
            </w:r>
            <w:r w:rsidRPr="00521027">
              <w:t xml:space="preserve"> supervisor and seek clarification </w:t>
            </w:r>
            <w:r w:rsidR="002A4E01">
              <w:t>when</w:t>
            </w:r>
            <w:r w:rsidR="0070124B">
              <w:t xml:space="preserve"> </w:t>
            </w:r>
            <w:r w:rsidR="004A7D7F">
              <w:t>unsure</w:t>
            </w:r>
          </w:p>
        </w:tc>
      </w:tr>
      <w:tr w:rsidR="0052102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41846C69" w:rsidR="00521027" w:rsidRPr="00521027" w:rsidRDefault="00521027" w:rsidP="006B4C89">
            <w:pPr>
              <w:pStyle w:val="SIText"/>
            </w:pPr>
            <w:r w:rsidRPr="00521027">
              <w:t>3. Undertake bed preparation and planting activities</w:t>
            </w:r>
          </w:p>
        </w:tc>
        <w:tc>
          <w:tcPr>
            <w:tcW w:w="3604" w:type="pct"/>
            <w:shd w:val="clear" w:color="auto" w:fill="auto"/>
          </w:tcPr>
          <w:p w14:paraId="7B84B95B" w14:textId="07DEA317" w:rsidR="00521027" w:rsidRPr="00521027" w:rsidRDefault="00521027" w:rsidP="00521027">
            <w:r w:rsidRPr="00521027">
              <w:t>3.1 Prepare beds for planting</w:t>
            </w:r>
          </w:p>
          <w:p w14:paraId="2DC7C4C8" w14:textId="0139ABB3" w:rsidR="00521027" w:rsidRPr="00521027" w:rsidRDefault="00521027" w:rsidP="00521027">
            <w:r w:rsidRPr="00521027">
              <w:t xml:space="preserve">3.2 Plant </w:t>
            </w:r>
            <w:r w:rsidR="0070124B">
              <w:t>beds according to supervisor instructions and workplace safety procedures</w:t>
            </w:r>
          </w:p>
          <w:p w14:paraId="63D4F5B6" w14:textId="538B75B0" w:rsidR="00521027" w:rsidRPr="00521027" w:rsidRDefault="00521027" w:rsidP="00521027">
            <w:r w:rsidRPr="00521027">
              <w:t xml:space="preserve">3.3 </w:t>
            </w:r>
            <w:r w:rsidR="0070124B">
              <w:t>D</w:t>
            </w:r>
            <w:r w:rsidRPr="00521027">
              <w:t>ispos</w:t>
            </w:r>
            <w:r w:rsidR="0070124B">
              <w:t xml:space="preserve">e </w:t>
            </w:r>
            <w:r w:rsidRPr="00521027">
              <w:t>of materials</w:t>
            </w:r>
            <w:r w:rsidR="0070124B">
              <w:t xml:space="preserve"> according to </w:t>
            </w:r>
            <w:r w:rsidR="00894E7E">
              <w:t>workplace procedures</w:t>
            </w:r>
          </w:p>
          <w:p w14:paraId="30767ED0" w14:textId="7BE324C6" w:rsidR="00521027" w:rsidRPr="00521027" w:rsidRDefault="00521027" w:rsidP="00521027">
            <w:pPr>
              <w:pStyle w:val="SIText"/>
            </w:pPr>
            <w:r w:rsidRPr="00521027">
              <w:t>3.4 Report problems or difficulties in completing work to required standards or timelines to supervisor</w:t>
            </w:r>
          </w:p>
        </w:tc>
      </w:tr>
      <w:tr w:rsidR="00521027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3EC4ABD4" w:rsidR="00521027" w:rsidRPr="00521027" w:rsidRDefault="00521027" w:rsidP="006B4C89">
            <w:pPr>
              <w:pStyle w:val="SIText"/>
            </w:pPr>
            <w:r w:rsidRPr="00521027">
              <w:t>4. Maintain plants</w:t>
            </w:r>
          </w:p>
        </w:tc>
        <w:tc>
          <w:tcPr>
            <w:tcW w:w="3604" w:type="pct"/>
            <w:shd w:val="clear" w:color="auto" w:fill="auto"/>
          </w:tcPr>
          <w:p w14:paraId="78761B6C" w14:textId="36B9C680" w:rsidR="00521027" w:rsidRPr="00521027" w:rsidRDefault="00521027" w:rsidP="00521027">
            <w:r w:rsidRPr="00521027">
              <w:t xml:space="preserve">4.1 </w:t>
            </w:r>
            <w:r w:rsidR="0070124B">
              <w:t>Identify and implement</w:t>
            </w:r>
            <w:r w:rsidR="0070124B" w:rsidRPr="00521027">
              <w:t xml:space="preserve"> </w:t>
            </w:r>
            <w:r w:rsidRPr="00521027">
              <w:t xml:space="preserve">watering regime </w:t>
            </w:r>
            <w:r w:rsidR="0070124B">
              <w:t xml:space="preserve">according to </w:t>
            </w:r>
            <w:r w:rsidR="00894E7E">
              <w:t>plant care requirements</w:t>
            </w:r>
          </w:p>
          <w:p w14:paraId="66070840" w14:textId="23B7CA9A" w:rsidR="00521027" w:rsidRPr="00521027" w:rsidRDefault="00521027" w:rsidP="00521027">
            <w:r w:rsidRPr="00521027">
              <w:t xml:space="preserve">4.2 </w:t>
            </w:r>
            <w:r w:rsidR="0070124B">
              <w:t>Identify and implement</w:t>
            </w:r>
            <w:r w:rsidR="0070124B" w:rsidRPr="00521027">
              <w:t xml:space="preserve"> </w:t>
            </w:r>
            <w:r w:rsidRPr="00521027">
              <w:t xml:space="preserve">nutrient </w:t>
            </w:r>
            <w:r w:rsidR="0070124B">
              <w:t>application</w:t>
            </w:r>
            <w:r w:rsidR="0070124B" w:rsidRPr="00521027">
              <w:t xml:space="preserve"> </w:t>
            </w:r>
            <w:r w:rsidR="0070124B">
              <w:t>according to supervisor instructions</w:t>
            </w:r>
          </w:p>
          <w:p w14:paraId="0DCCBED7" w14:textId="7C9509BB" w:rsidR="00521027" w:rsidRPr="00521027" w:rsidRDefault="00521027" w:rsidP="006B4C89">
            <w:r w:rsidRPr="00521027">
              <w:t xml:space="preserve">4.3 </w:t>
            </w:r>
            <w:r w:rsidR="0070124B">
              <w:t>Implement</w:t>
            </w:r>
            <w:r w:rsidR="0070124B" w:rsidRPr="00521027">
              <w:t xml:space="preserve"> </w:t>
            </w:r>
            <w:r w:rsidR="0070124B">
              <w:t>plant cultural</w:t>
            </w:r>
            <w:r w:rsidR="0070124B" w:rsidRPr="00521027">
              <w:t xml:space="preserve"> </w:t>
            </w:r>
            <w:r w:rsidR="0070124B">
              <w:t>activit</w:t>
            </w:r>
            <w:r w:rsidR="00894E7E">
              <w:t>ies</w:t>
            </w:r>
            <w:r w:rsidR="0070124B">
              <w:t xml:space="preserve"> according</w:t>
            </w:r>
            <w:r w:rsidR="00894E7E">
              <w:t xml:space="preserve"> supervisor instructions</w:t>
            </w:r>
          </w:p>
        </w:tc>
      </w:tr>
      <w:tr w:rsidR="00521027" w:rsidRPr="00963A46" w14:paraId="1E988B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56ADC" w14:textId="107DDE93" w:rsidR="00521027" w:rsidRPr="00521027" w:rsidRDefault="00521027" w:rsidP="00521027">
            <w:pPr>
              <w:pStyle w:val="SIText"/>
            </w:pPr>
            <w:r w:rsidRPr="00521027">
              <w:t>5. Harvest plants and plant yields</w:t>
            </w:r>
          </w:p>
        </w:tc>
        <w:tc>
          <w:tcPr>
            <w:tcW w:w="3604" w:type="pct"/>
            <w:shd w:val="clear" w:color="auto" w:fill="auto"/>
          </w:tcPr>
          <w:p w14:paraId="47D07183" w14:textId="1F2A539A" w:rsidR="00521027" w:rsidRPr="00521027" w:rsidRDefault="00521027" w:rsidP="00521027">
            <w:r w:rsidRPr="00521027">
              <w:t xml:space="preserve">5.1 Identify </w:t>
            </w:r>
            <w:r w:rsidR="00894E7E">
              <w:t xml:space="preserve">maturity and </w:t>
            </w:r>
            <w:r w:rsidRPr="00521027">
              <w:t xml:space="preserve">potential yield </w:t>
            </w:r>
            <w:r w:rsidR="00894E7E">
              <w:t>of Zone 1 plants</w:t>
            </w:r>
            <w:r w:rsidRPr="00521027">
              <w:t xml:space="preserve"> to be harvested</w:t>
            </w:r>
          </w:p>
          <w:p w14:paraId="229F8CB4" w14:textId="77777777" w:rsidR="00521027" w:rsidRPr="00521027" w:rsidRDefault="00521027" w:rsidP="00521027">
            <w:r w:rsidRPr="00521027">
              <w:t>5.2 Harvest plants and plant yields</w:t>
            </w:r>
          </w:p>
          <w:p w14:paraId="5DE58E42" w14:textId="77777777" w:rsidR="00521027" w:rsidRPr="00521027" w:rsidRDefault="00521027" w:rsidP="00521027">
            <w:r w:rsidRPr="00521027">
              <w:t>5.3 Store plants and plant yields</w:t>
            </w:r>
          </w:p>
          <w:p w14:paraId="4EA15722" w14:textId="6EA94E8E" w:rsidR="00521027" w:rsidRPr="00521027" w:rsidRDefault="00521027" w:rsidP="006B4C89">
            <w:r w:rsidRPr="00521027">
              <w:t xml:space="preserve">5.4 </w:t>
            </w:r>
            <w:r w:rsidR="00894E7E">
              <w:t>R</w:t>
            </w:r>
            <w:r w:rsidRPr="00521027">
              <w:t>eport</w:t>
            </w:r>
            <w:r w:rsidR="00894E7E">
              <w:t xml:space="preserve"> plant care activity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1E0FCDC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C87257" w:rsidRPr="005404CB" w:rsidRDefault="00C87257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5861B9" w:rsidRPr="00336FCA" w:rsidDel="00423CB2" w14:paraId="1952BECD" w14:textId="77777777" w:rsidTr="005861B9">
        <w:tc>
          <w:tcPr>
            <w:tcW w:w="5000" w:type="pct"/>
          </w:tcPr>
          <w:p w14:paraId="775880D1" w14:textId="449301F5" w:rsidR="005861B9" w:rsidRPr="005404CB" w:rsidRDefault="005861B9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76002FEB" w14:textId="77777777" w:rsidR="00041E59" w:rsidRDefault="002A4E01" w:rsidP="005404CB">
            <w:pPr>
              <w:pStyle w:val="SIText"/>
            </w:pPr>
            <w:r w:rsidRPr="002A4E01">
              <w:t>AHCPER103 Support plant care in a permaculture system</w:t>
            </w:r>
          </w:p>
          <w:p w14:paraId="18ED5BE1" w14:textId="144513D1" w:rsidR="00B6426D" w:rsidRPr="005404CB" w:rsidRDefault="00B6426D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0095D6C" w14:textId="77777777" w:rsidR="00041E59" w:rsidRDefault="002A4E01" w:rsidP="005404CB">
            <w:pPr>
              <w:pStyle w:val="SIText"/>
            </w:pPr>
            <w:r w:rsidRPr="002A4E01">
              <w:t>AHCPER103 Support plant care in a permaculture system</w:t>
            </w:r>
          </w:p>
          <w:p w14:paraId="64EA7AE3" w14:textId="248DFBC3" w:rsidR="00B6426D" w:rsidRPr="005404CB" w:rsidRDefault="00B6426D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A2F18A2" w14:textId="77777777" w:rsidR="00041E59" w:rsidRDefault="002A4E01" w:rsidP="005404CB">
            <w:pPr>
              <w:pStyle w:val="SIText"/>
            </w:pPr>
            <w:r>
              <w:t>Minor change to Application for clarity</w:t>
            </w:r>
          </w:p>
          <w:p w14:paraId="3E031D32" w14:textId="1E36BD77" w:rsidR="002A4E01" w:rsidRPr="005404CB" w:rsidRDefault="002A4E01" w:rsidP="006B4C89">
            <w:pPr>
              <w:pStyle w:val="SIText"/>
            </w:pPr>
            <w:r>
              <w:t xml:space="preserve">Minor changes to Elements and Performance Criteria for clarity, </w:t>
            </w:r>
            <w:proofErr w:type="gramStart"/>
            <w:r>
              <w:t>brevity</w:t>
            </w:r>
            <w:proofErr w:type="gramEnd"/>
            <w:r>
              <w:t xml:space="preserve"> and compliance with standards</w:t>
            </w:r>
          </w:p>
        </w:tc>
        <w:tc>
          <w:tcPr>
            <w:tcW w:w="1616" w:type="pct"/>
          </w:tcPr>
          <w:p w14:paraId="426455CD" w14:textId="6D98D53C" w:rsidR="00916CD7" w:rsidRPr="005404CB" w:rsidRDefault="002A4E01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6BD0D2F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9FB784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973EC" w:rsidRPr="002973EC">
              <w:t>AHCPER103 Support plant care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7954791" w14:textId="03F241F4" w:rsidR="006B4C89" w:rsidRPr="006B4C89" w:rsidRDefault="006B4C89" w:rsidP="006B4C89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7AA3C123" w14:textId="7D37BB82" w:rsidR="006B4C89" w:rsidRPr="006B4C89" w:rsidRDefault="006B4C89">
            <w:pPr>
              <w:pStyle w:val="SIText"/>
            </w:pPr>
            <w:r w:rsidRPr="006B4C89">
              <w:t xml:space="preserve">There must be evidence that the individual </w:t>
            </w:r>
            <w:r w:rsidRPr="006E5F42">
              <w:t xml:space="preserve">has on </w:t>
            </w:r>
            <w:r w:rsidRPr="00DE6546">
              <w:rPr>
                <w:rStyle w:val="SITemporaryText-blue"/>
                <w:color w:val="auto"/>
                <w:sz w:val="20"/>
              </w:rPr>
              <w:t>at least one occasion</w:t>
            </w:r>
            <w:r w:rsidRPr="006E5F42">
              <w:t>:</w:t>
            </w:r>
          </w:p>
          <w:p w14:paraId="71115C47" w14:textId="44FC92CA" w:rsidR="00C4364C" w:rsidRPr="00C4364C" w:rsidRDefault="006B4C89" w:rsidP="00C4364C">
            <w:pPr>
              <w:pStyle w:val="SIBulletList1"/>
            </w:pPr>
            <w:r>
              <w:t>i</w:t>
            </w:r>
            <w:r w:rsidR="00C4364C" w:rsidRPr="00C4364C">
              <w:t>dentif</w:t>
            </w:r>
            <w:r>
              <w:t>ied</w:t>
            </w:r>
            <w:r w:rsidR="00C4364C" w:rsidRPr="00C4364C">
              <w:t xml:space="preserve"> common </w:t>
            </w:r>
            <w:r>
              <w:t>characteristics</w:t>
            </w:r>
            <w:r w:rsidRPr="00C4364C">
              <w:t xml:space="preserve"> </w:t>
            </w:r>
            <w:r w:rsidR="00C4364C" w:rsidRPr="00C4364C">
              <w:t>of permaculture Zone 1 gardens</w:t>
            </w:r>
          </w:p>
          <w:p w14:paraId="420E0E6C" w14:textId="28982A0C" w:rsidR="00C4364C" w:rsidRPr="006E5F42" w:rsidRDefault="00C4364C">
            <w:pPr>
              <w:pStyle w:val="SIBulletList1"/>
            </w:pPr>
            <w:r w:rsidRPr="00C4364C">
              <w:t>identif</w:t>
            </w:r>
            <w:r w:rsidR="006B4C89">
              <w:t xml:space="preserve">ied, </w:t>
            </w:r>
            <w:proofErr w:type="gramStart"/>
            <w:r w:rsidR="006B4C89">
              <w:t>checked</w:t>
            </w:r>
            <w:proofErr w:type="gramEnd"/>
            <w:r w:rsidR="006B4C89">
              <w:t xml:space="preserve"> and prepared </w:t>
            </w:r>
            <w:r w:rsidR="006B4C89" w:rsidRPr="006E5F42">
              <w:t>m</w:t>
            </w:r>
            <w:r w:rsidRPr="006E5F42">
              <w:t>aterials, tools and equipment</w:t>
            </w:r>
          </w:p>
          <w:p w14:paraId="07B0FDB8" w14:textId="77777777" w:rsidR="006B4C89" w:rsidRDefault="00C4364C">
            <w:pPr>
              <w:pStyle w:val="SIBulletList1"/>
            </w:pPr>
            <w:r w:rsidRPr="006E5F42">
              <w:t>prepare</w:t>
            </w:r>
            <w:r w:rsidR="006B4C89" w:rsidRPr="006E5F42">
              <w:t>d and planted</w:t>
            </w:r>
            <w:r w:rsidRPr="006E5F42">
              <w:t xml:space="preserve"> a garden area</w:t>
            </w:r>
            <w:r w:rsidR="006B4C89" w:rsidRPr="006E5F42">
              <w:t xml:space="preserve"> with </w:t>
            </w:r>
            <w:r w:rsidR="006B4C89" w:rsidRPr="00DE6546">
              <w:rPr>
                <w:rStyle w:val="SITemporaryText-blue"/>
                <w:color w:val="auto"/>
                <w:sz w:val="20"/>
              </w:rPr>
              <w:t>at least one</w:t>
            </w:r>
            <w:r w:rsidR="006B4C89" w:rsidRPr="006E5F42">
              <w:t xml:space="preserve"> of the</w:t>
            </w:r>
            <w:r w:rsidR="006B4C89">
              <w:t xml:space="preserve"> following:</w:t>
            </w:r>
          </w:p>
          <w:p w14:paraId="6CA46587" w14:textId="77777777" w:rsidR="006B4C89" w:rsidRDefault="006B4C89" w:rsidP="00DE6546">
            <w:pPr>
              <w:pStyle w:val="SIBulletList2"/>
            </w:pPr>
            <w:r>
              <w:t>seeds</w:t>
            </w:r>
          </w:p>
          <w:p w14:paraId="7FD8E8FB" w14:textId="3F6EDFFE" w:rsidR="006B4C89" w:rsidRDefault="006B4C89" w:rsidP="00DE6546">
            <w:pPr>
              <w:pStyle w:val="SIBulletList2"/>
            </w:pPr>
            <w:r>
              <w:t>seedlings</w:t>
            </w:r>
          </w:p>
          <w:p w14:paraId="304C1E2D" w14:textId="7091DFF4" w:rsidR="00C4364C" w:rsidRPr="00C4364C" w:rsidRDefault="006B4C89" w:rsidP="00DE6546">
            <w:pPr>
              <w:pStyle w:val="SIBulletList2"/>
            </w:pPr>
            <w:r>
              <w:t>plants</w:t>
            </w:r>
          </w:p>
          <w:p w14:paraId="732E6F20" w14:textId="4AA2DABF" w:rsidR="00C4364C" w:rsidRPr="00C4364C" w:rsidRDefault="003162E9" w:rsidP="00C4364C">
            <w:pPr>
              <w:pStyle w:val="SIBulletList1"/>
            </w:pPr>
            <w:r>
              <w:t xml:space="preserve">identified and applied </w:t>
            </w:r>
            <w:r w:rsidR="00C4364C" w:rsidRPr="00C4364C">
              <w:t xml:space="preserve">watering regime and nutrient requirements for </w:t>
            </w:r>
            <w:r>
              <w:t>Zone 1</w:t>
            </w:r>
            <w:r w:rsidRPr="00C4364C">
              <w:t xml:space="preserve"> </w:t>
            </w:r>
            <w:r w:rsidR="00C4364C" w:rsidRPr="00C4364C">
              <w:t>planting</w:t>
            </w:r>
          </w:p>
          <w:p w14:paraId="576A031A" w14:textId="52BB40D5" w:rsidR="00C4364C" w:rsidRPr="00C4364C" w:rsidRDefault="003162E9" w:rsidP="00C4364C">
            <w:pPr>
              <w:pStyle w:val="SIBulletList1"/>
            </w:pPr>
            <w:r>
              <w:t xml:space="preserve">identified crop maturity and </w:t>
            </w:r>
            <w:r w:rsidR="00C4364C" w:rsidRPr="00C4364C">
              <w:t>harvest</w:t>
            </w:r>
            <w:r>
              <w:t>ed</w:t>
            </w:r>
            <w:r w:rsidR="00C4364C" w:rsidRPr="00C4364C">
              <w:t xml:space="preserve"> </w:t>
            </w:r>
            <w:r>
              <w:t xml:space="preserve">and stored </w:t>
            </w:r>
            <w:r w:rsidR="00C4364C" w:rsidRPr="00C4364C">
              <w:t>plant yields</w:t>
            </w:r>
          </w:p>
          <w:p w14:paraId="6BFA69AA" w14:textId="64AEA082" w:rsidR="00556C4C" w:rsidRPr="005404CB" w:rsidRDefault="003162E9" w:rsidP="00C4364C">
            <w:pPr>
              <w:pStyle w:val="SIBulletList1"/>
            </w:pPr>
            <w:r>
              <w:t>reported activity.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25746A4" w14:textId="2053A90D" w:rsidR="00C4364C" w:rsidRPr="00C4364C" w:rsidRDefault="003162E9" w:rsidP="00C4364C">
            <w:pPr>
              <w:pStyle w:val="SIText"/>
            </w:pPr>
            <w:r w:rsidRPr="003162E9">
              <w:t>An individual must be able to demonstrate the knowledge required to perform the tasks outlined in the elements and performance criteria of this unit. This includes knowledge of:</w:t>
            </w:r>
          </w:p>
          <w:p w14:paraId="341A74ED" w14:textId="4882E4AB" w:rsidR="00C4364C" w:rsidRPr="00C4364C" w:rsidRDefault="00C4364C" w:rsidP="00C4364C">
            <w:pPr>
              <w:pStyle w:val="SIBulletList1"/>
            </w:pPr>
            <w:r w:rsidRPr="00C4364C">
              <w:t>the characteristics of permaculture Zone 1 gardens</w:t>
            </w:r>
            <w:r w:rsidR="003162E9">
              <w:t>, including:</w:t>
            </w:r>
          </w:p>
          <w:p w14:paraId="76046C81" w14:textId="77777777" w:rsidR="00C4364C" w:rsidRPr="00C4364C" w:rsidRDefault="00C4364C" w:rsidP="00C4364C">
            <w:pPr>
              <w:pStyle w:val="SIBulletList2"/>
            </w:pPr>
            <w:r w:rsidRPr="00C4364C">
              <w:t>how permaculture gardens differ from conventional gardens</w:t>
            </w:r>
          </w:p>
          <w:p w14:paraId="22C38AD9" w14:textId="77777777" w:rsidR="00C4364C" w:rsidRPr="00C4364C" w:rsidRDefault="00C4364C" w:rsidP="00C4364C">
            <w:pPr>
              <w:pStyle w:val="SIBulletList2"/>
            </w:pPr>
            <w:r w:rsidRPr="00C4364C">
              <w:t>functions and yields of plants in a Zone 1 garden</w:t>
            </w:r>
          </w:p>
          <w:p w14:paraId="42B27595" w14:textId="77777777" w:rsidR="00C4364C" w:rsidRPr="00C4364C" w:rsidRDefault="00C4364C" w:rsidP="00C4364C">
            <w:pPr>
              <w:pStyle w:val="SIBulletList2"/>
            </w:pPr>
            <w:r w:rsidRPr="00C4364C">
              <w:t>observing nature and learning from it</w:t>
            </w:r>
          </w:p>
          <w:p w14:paraId="5355AB4C" w14:textId="448916BD" w:rsidR="00C4364C" w:rsidRPr="00C4364C" w:rsidRDefault="00C4364C" w:rsidP="00C4364C">
            <w:pPr>
              <w:pStyle w:val="SIBulletList1"/>
            </w:pPr>
            <w:r w:rsidRPr="00C4364C">
              <w:t>principles of planting in permaculture systems,</w:t>
            </w:r>
            <w:r w:rsidR="003162E9">
              <w:t xml:space="preserve"> including</w:t>
            </w:r>
            <w:r w:rsidRPr="00C4364C">
              <w:t>:</w:t>
            </w:r>
          </w:p>
          <w:p w14:paraId="1899581B" w14:textId="77777777" w:rsidR="00C4364C" w:rsidRPr="00C4364C" w:rsidRDefault="00C4364C" w:rsidP="00C4364C">
            <w:pPr>
              <w:pStyle w:val="SIBulletList2"/>
            </w:pPr>
            <w:r w:rsidRPr="00C4364C">
              <w:t>aspect</w:t>
            </w:r>
          </w:p>
          <w:p w14:paraId="4DD5C0F3" w14:textId="77777777" w:rsidR="00C4364C" w:rsidRPr="00C4364C" w:rsidRDefault="00C4364C" w:rsidP="00C4364C">
            <w:pPr>
              <w:pStyle w:val="SIBulletList2"/>
            </w:pPr>
            <w:r w:rsidRPr="00C4364C">
              <w:t>planting patterns</w:t>
            </w:r>
          </w:p>
          <w:p w14:paraId="1C580C83" w14:textId="77777777" w:rsidR="00C4364C" w:rsidRPr="00C4364C" w:rsidRDefault="00C4364C" w:rsidP="00C4364C">
            <w:pPr>
              <w:pStyle w:val="SIBulletList2"/>
            </w:pPr>
            <w:r w:rsidRPr="00C4364C">
              <w:t>companion planting</w:t>
            </w:r>
          </w:p>
          <w:p w14:paraId="78E4B615" w14:textId="77777777" w:rsidR="00C4364C" w:rsidRPr="00C4364C" w:rsidRDefault="00C4364C" w:rsidP="00C4364C">
            <w:pPr>
              <w:pStyle w:val="SIBulletList2"/>
            </w:pPr>
            <w:r w:rsidRPr="00C4364C">
              <w:t>the soil-water-plant relationship</w:t>
            </w:r>
          </w:p>
          <w:p w14:paraId="792A422E" w14:textId="5A3A2148" w:rsidR="00C4364C" w:rsidRPr="00C4364C" w:rsidRDefault="00C4364C" w:rsidP="00C4364C">
            <w:pPr>
              <w:pStyle w:val="SIBulletList1"/>
            </w:pPr>
            <w:r w:rsidRPr="00C4364C">
              <w:t xml:space="preserve">plant care techniques and plant nutrition, </w:t>
            </w:r>
            <w:r w:rsidR="003162E9">
              <w:t>including</w:t>
            </w:r>
            <w:r w:rsidRPr="00C4364C">
              <w:t>:</w:t>
            </w:r>
          </w:p>
          <w:p w14:paraId="6539D6F8" w14:textId="77777777" w:rsidR="00C4364C" w:rsidRPr="00C4364C" w:rsidRDefault="00C4364C" w:rsidP="00C4364C">
            <w:pPr>
              <w:pStyle w:val="SIBulletList2"/>
            </w:pPr>
            <w:r w:rsidRPr="00C4364C">
              <w:t>the role of composts, worm castings, green manures, animal manures and support species in permaculture plant care</w:t>
            </w:r>
          </w:p>
          <w:p w14:paraId="76F8D676" w14:textId="77777777" w:rsidR="00C4364C" w:rsidRPr="00C4364C" w:rsidRDefault="00C4364C" w:rsidP="00C4364C">
            <w:pPr>
              <w:pStyle w:val="SIBulletList2"/>
            </w:pPr>
            <w:r w:rsidRPr="00C4364C">
              <w:t>when to leave weeds, chop-and-drop and mulching</w:t>
            </w:r>
          </w:p>
          <w:p w14:paraId="43485C10" w14:textId="588B8AD2" w:rsidR="00C4364C" w:rsidRPr="00C4364C" w:rsidRDefault="00C4364C" w:rsidP="00C4364C">
            <w:pPr>
              <w:pStyle w:val="SIBulletList2"/>
            </w:pPr>
            <w:r w:rsidRPr="00C4364C">
              <w:t>simple pest protection</w:t>
            </w:r>
            <w:r w:rsidR="003162E9">
              <w:t xml:space="preserve">, including </w:t>
            </w:r>
            <w:r w:rsidRPr="00C4364C">
              <w:t xml:space="preserve">cages, rings, </w:t>
            </w:r>
            <w:proofErr w:type="gramStart"/>
            <w:r w:rsidRPr="00C4364C">
              <w:t>stakes</w:t>
            </w:r>
            <w:proofErr w:type="gramEnd"/>
            <w:r w:rsidRPr="00C4364C">
              <w:t xml:space="preserve"> and nets</w:t>
            </w:r>
          </w:p>
          <w:p w14:paraId="142B6BFB" w14:textId="39BBA063" w:rsidR="003162E9" w:rsidRDefault="00C4364C" w:rsidP="00C4364C">
            <w:pPr>
              <w:pStyle w:val="SIBulletList2"/>
            </w:pPr>
            <w:r w:rsidRPr="00C4364C">
              <w:t>simple climate protection</w:t>
            </w:r>
            <w:r w:rsidR="003162E9">
              <w:t xml:space="preserve"> from </w:t>
            </w:r>
            <w:r w:rsidRPr="00C4364C">
              <w:t>sun</w:t>
            </w:r>
            <w:r w:rsidR="003162E9">
              <w:t xml:space="preserve">, </w:t>
            </w:r>
            <w:proofErr w:type="gramStart"/>
            <w:r w:rsidRPr="00C4364C">
              <w:t>frost</w:t>
            </w:r>
            <w:proofErr w:type="gramEnd"/>
            <w:r w:rsidR="003162E9">
              <w:t xml:space="preserve"> and </w:t>
            </w:r>
            <w:r w:rsidRPr="00C4364C">
              <w:t>wind</w:t>
            </w:r>
          </w:p>
          <w:p w14:paraId="5CC1EBD8" w14:textId="5BE8A150" w:rsidR="003162E9" w:rsidRDefault="003162E9" w:rsidP="00DE6546">
            <w:pPr>
              <w:pStyle w:val="SIBulletList1"/>
            </w:pPr>
            <w:r>
              <w:t>harvesting plant produce, including:</w:t>
            </w:r>
          </w:p>
          <w:p w14:paraId="6B804F17" w14:textId="34671347" w:rsidR="003162E9" w:rsidRDefault="003162E9">
            <w:pPr>
              <w:pStyle w:val="SIBulletList2"/>
            </w:pPr>
            <w:r>
              <w:t>types of plant produce</w:t>
            </w:r>
          </w:p>
          <w:p w14:paraId="5D59E25F" w14:textId="77777777" w:rsidR="003162E9" w:rsidRDefault="003162E9">
            <w:pPr>
              <w:pStyle w:val="SIBulletList2"/>
            </w:pPr>
            <w:r>
              <w:t>recognising maturity</w:t>
            </w:r>
          </w:p>
          <w:p w14:paraId="57228FB3" w14:textId="77777777" w:rsidR="003162E9" w:rsidRDefault="003162E9">
            <w:pPr>
              <w:pStyle w:val="SIBulletList2"/>
            </w:pPr>
            <w:r>
              <w:t>harvesting techniques</w:t>
            </w:r>
          </w:p>
          <w:p w14:paraId="4A009A91" w14:textId="6E04B80D" w:rsidR="00C4364C" w:rsidRPr="00C4364C" w:rsidRDefault="001C5420">
            <w:pPr>
              <w:pStyle w:val="SIBulletList2"/>
            </w:pPr>
            <w:r>
              <w:t xml:space="preserve">basic </w:t>
            </w:r>
            <w:r w:rsidR="003162E9">
              <w:t>storage techniques</w:t>
            </w:r>
          </w:p>
          <w:p w14:paraId="36F0FF2F" w14:textId="4615AC81" w:rsidR="00F1480E" w:rsidRDefault="00C4364C" w:rsidP="00C4364C">
            <w:pPr>
              <w:pStyle w:val="SIBulletList1"/>
            </w:pPr>
            <w:r w:rsidRPr="00C4364C">
              <w:t>reuse and recycle excess products of plant care</w:t>
            </w:r>
          </w:p>
          <w:p w14:paraId="5C8CD985" w14:textId="567A8E82" w:rsidR="003162E9" w:rsidRPr="005404CB" w:rsidRDefault="003162E9" w:rsidP="00C4364C">
            <w:pPr>
              <w:pStyle w:val="SIBulletList1"/>
            </w:pPr>
            <w:r>
              <w:t>reporting procedures.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EC4200F" w14:textId="77777777" w:rsidR="000F00EC" w:rsidRPr="000F00EC" w:rsidRDefault="000F00EC" w:rsidP="00DE6546">
            <w:pPr>
              <w:pStyle w:val="SIText"/>
            </w:pPr>
            <w:r w:rsidRPr="000F00EC">
              <w:t xml:space="preserve">Assessment of skills must take place under the following conditions: </w:t>
            </w:r>
          </w:p>
          <w:p w14:paraId="7C918F79" w14:textId="77777777" w:rsidR="000F00EC" w:rsidRPr="000F00EC" w:rsidRDefault="000F00EC" w:rsidP="00DE6546">
            <w:pPr>
              <w:pStyle w:val="SIText"/>
            </w:pPr>
          </w:p>
          <w:p w14:paraId="773A002D" w14:textId="0D7A0B05" w:rsidR="000F00EC" w:rsidRPr="000F00EC" w:rsidRDefault="000F00EC" w:rsidP="00DE6546">
            <w:pPr>
              <w:pStyle w:val="SIBulletList1"/>
            </w:pPr>
            <w:r w:rsidRPr="000F00EC">
              <w:t>physical conditions:</w:t>
            </w:r>
          </w:p>
          <w:p w14:paraId="0725BBDB" w14:textId="6B5A1BF7" w:rsidR="000F00EC" w:rsidRPr="000F00EC" w:rsidRDefault="000F00EC">
            <w:pPr>
              <w:pStyle w:val="SIBulletList2"/>
            </w:pPr>
            <w:r w:rsidRPr="000F00EC">
              <w:t xml:space="preserve">skills must be demonstrated </w:t>
            </w:r>
            <w:r w:rsidR="00CC2A2F">
              <w:t>on a Zone 1 permaculture garden</w:t>
            </w:r>
            <w:r w:rsidRPr="000F00EC">
              <w:t xml:space="preserve"> or an environment that accurately </w:t>
            </w:r>
            <w:r w:rsidR="00CC2A2F">
              <w:t>represents workplace conditions</w:t>
            </w:r>
          </w:p>
          <w:p w14:paraId="4DA47DA0" w14:textId="7AEFCD76" w:rsidR="000F00EC" w:rsidRPr="000F00EC" w:rsidRDefault="000F00EC" w:rsidP="00DE6546">
            <w:pPr>
              <w:pStyle w:val="SIBulletList1"/>
            </w:pPr>
            <w:r w:rsidRPr="000F00EC">
              <w:t xml:space="preserve">resources, </w:t>
            </w:r>
            <w:proofErr w:type="gramStart"/>
            <w:r w:rsidRPr="000F00EC">
              <w:t>equipment</w:t>
            </w:r>
            <w:proofErr w:type="gramEnd"/>
            <w:r w:rsidRPr="000F00EC">
              <w:t xml:space="preserve"> and materials:</w:t>
            </w:r>
          </w:p>
          <w:p w14:paraId="3A743E63" w14:textId="0F7BCE01" w:rsidR="000F00EC" w:rsidRPr="000F00EC" w:rsidRDefault="00CC2A2F">
            <w:pPr>
              <w:pStyle w:val="SIBulletList2"/>
            </w:pPr>
            <w:r>
              <w:t xml:space="preserve">use of plants, </w:t>
            </w:r>
            <w:proofErr w:type="gramStart"/>
            <w:r>
              <w:t>seeds</w:t>
            </w:r>
            <w:proofErr w:type="gramEnd"/>
            <w:r>
              <w:t xml:space="preserve"> and seedlings </w:t>
            </w:r>
          </w:p>
          <w:p w14:paraId="188A3EF3" w14:textId="1B9AA953" w:rsidR="000F00EC" w:rsidRPr="000F00EC" w:rsidRDefault="000F00EC">
            <w:pPr>
              <w:pStyle w:val="SIBulletList2"/>
            </w:pPr>
            <w:r w:rsidRPr="000F00EC">
              <w:t>use of tools</w:t>
            </w:r>
            <w:r w:rsidR="00CC2A2F">
              <w:t xml:space="preserve"> and equipment</w:t>
            </w:r>
          </w:p>
          <w:p w14:paraId="1FD85B4C" w14:textId="77777777" w:rsidR="00CC2A2F" w:rsidRDefault="000F00EC">
            <w:pPr>
              <w:pStyle w:val="SIBulletList2"/>
            </w:pPr>
            <w:r w:rsidRPr="000F00EC">
              <w:t>use of items of personal protective equipment</w:t>
            </w:r>
          </w:p>
          <w:p w14:paraId="5C525847" w14:textId="4A333F7C" w:rsidR="000F00EC" w:rsidRPr="000F00EC" w:rsidRDefault="000F00EC" w:rsidP="00DE6546">
            <w:pPr>
              <w:pStyle w:val="SIBulletList1"/>
            </w:pPr>
            <w:r w:rsidRPr="000F00EC">
              <w:t>specifications:</w:t>
            </w:r>
          </w:p>
          <w:p w14:paraId="5E11715C" w14:textId="4A7DCE2C" w:rsidR="000F00EC" w:rsidRPr="000F00EC" w:rsidRDefault="000F00EC">
            <w:pPr>
              <w:pStyle w:val="SIBulletList2"/>
            </w:pPr>
            <w:r w:rsidRPr="000F00EC">
              <w:t xml:space="preserve">use of specific workplace </w:t>
            </w:r>
            <w:r w:rsidR="00CC2A2F">
              <w:t>safety</w:t>
            </w:r>
            <w:r w:rsidRPr="000F00EC">
              <w:t xml:space="preserve"> procedures</w:t>
            </w:r>
          </w:p>
          <w:p w14:paraId="20F33C35" w14:textId="61F3B170" w:rsidR="000F00EC" w:rsidRPr="000F00EC" w:rsidRDefault="000F00EC">
            <w:pPr>
              <w:pStyle w:val="SIBulletList2"/>
            </w:pPr>
            <w:r w:rsidRPr="000F00EC">
              <w:t>use of workplace instructions</w:t>
            </w:r>
          </w:p>
          <w:p w14:paraId="2C399C98" w14:textId="77777777" w:rsidR="00CC2A2F" w:rsidRDefault="000F00EC" w:rsidP="00DE6546">
            <w:pPr>
              <w:pStyle w:val="SIBulletList1"/>
            </w:pPr>
            <w:r w:rsidRPr="000F00EC">
              <w:t xml:space="preserve">relationships </w:t>
            </w:r>
          </w:p>
          <w:p w14:paraId="047AA149" w14:textId="13FDA490" w:rsidR="000F00EC" w:rsidRPr="000F00EC" w:rsidRDefault="000F00EC">
            <w:pPr>
              <w:pStyle w:val="SIBulletList2"/>
            </w:pPr>
            <w:r w:rsidRPr="000F00EC">
              <w:lastRenderedPageBreak/>
              <w:t>supervisor</w:t>
            </w:r>
            <w:r w:rsidR="003F6F88">
              <w:t>.</w:t>
            </w:r>
          </w:p>
          <w:p w14:paraId="7F16D431" w14:textId="212B9251" w:rsidR="000F00EC" w:rsidRPr="000F00EC" w:rsidRDefault="000F00EC" w:rsidP="00DE6546">
            <w:pPr>
              <w:pStyle w:val="SIText"/>
            </w:pPr>
          </w:p>
          <w:p w14:paraId="759850B7" w14:textId="4C17967B" w:rsidR="000873E8" w:rsidRPr="005404CB" w:rsidRDefault="000F00EC">
            <w:pPr>
              <w:pStyle w:val="SIText"/>
              <w:rPr>
                <w:rFonts w:eastAsia="Calibri"/>
              </w:rPr>
            </w:pPr>
            <w:r w:rsidRPr="000F00E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C98" w14:textId="77777777" w:rsidR="00A3135C" w:rsidRDefault="00A3135C" w:rsidP="00BF3F0A">
      <w:r>
        <w:separator/>
      </w:r>
    </w:p>
    <w:p w14:paraId="2B9379B0" w14:textId="77777777" w:rsidR="00A3135C" w:rsidRDefault="00A3135C"/>
  </w:endnote>
  <w:endnote w:type="continuationSeparator" w:id="0">
    <w:p w14:paraId="26C63393" w14:textId="77777777" w:rsidR="00A3135C" w:rsidRDefault="00A3135C" w:rsidP="00BF3F0A">
      <w:r>
        <w:continuationSeparator/>
      </w:r>
    </w:p>
    <w:p w14:paraId="1CB54BC5" w14:textId="77777777" w:rsidR="00A3135C" w:rsidRDefault="00A31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F6F88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F95E" w14:textId="77777777" w:rsidR="00A3135C" w:rsidRDefault="00A3135C" w:rsidP="00BF3F0A">
      <w:r>
        <w:separator/>
      </w:r>
    </w:p>
    <w:p w14:paraId="0D168655" w14:textId="77777777" w:rsidR="00A3135C" w:rsidRDefault="00A3135C"/>
  </w:footnote>
  <w:footnote w:type="continuationSeparator" w:id="0">
    <w:p w14:paraId="1F21B1DE" w14:textId="77777777" w:rsidR="00A3135C" w:rsidRDefault="00A3135C" w:rsidP="00BF3F0A">
      <w:r>
        <w:continuationSeparator/>
      </w:r>
    </w:p>
    <w:p w14:paraId="6AB146C5" w14:textId="77777777" w:rsidR="00A3135C" w:rsidRDefault="00A31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A598FD6" w:rsidR="009C2650" w:rsidRPr="000754EC" w:rsidRDefault="00DE654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73EC" w:rsidRPr="002973EC">
      <w:t xml:space="preserve"> AHCPER103 Support plant care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495794">
    <w:abstractNumId w:val="8"/>
  </w:num>
  <w:num w:numId="2" w16cid:durableId="1189636144">
    <w:abstractNumId w:val="6"/>
  </w:num>
  <w:num w:numId="3" w16cid:durableId="2072458510">
    <w:abstractNumId w:val="3"/>
  </w:num>
  <w:num w:numId="4" w16cid:durableId="1569077164">
    <w:abstractNumId w:val="13"/>
  </w:num>
  <w:num w:numId="5" w16cid:durableId="401369644">
    <w:abstractNumId w:val="1"/>
  </w:num>
  <w:num w:numId="6" w16cid:durableId="1606385572">
    <w:abstractNumId w:val="7"/>
  </w:num>
  <w:num w:numId="7" w16cid:durableId="681128110">
    <w:abstractNumId w:val="2"/>
  </w:num>
  <w:num w:numId="8" w16cid:durableId="504322008">
    <w:abstractNumId w:val="0"/>
  </w:num>
  <w:num w:numId="9" w16cid:durableId="729350828">
    <w:abstractNumId w:val="12"/>
  </w:num>
  <w:num w:numId="10" w16cid:durableId="668681324">
    <w:abstractNumId w:val="9"/>
  </w:num>
  <w:num w:numId="11" w16cid:durableId="880484084">
    <w:abstractNumId w:val="11"/>
  </w:num>
  <w:num w:numId="12" w16cid:durableId="780803945">
    <w:abstractNumId w:val="10"/>
  </w:num>
  <w:num w:numId="13" w16cid:durableId="1082533618">
    <w:abstractNumId w:val="14"/>
  </w:num>
  <w:num w:numId="14" w16cid:durableId="1503930429">
    <w:abstractNumId w:val="4"/>
  </w:num>
  <w:num w:numId="15" w16cid:durableId="1957175600">
    <w:abstractNumId w:val="5"/>
  </w:num>
  <w:num w:numId="16" w16cid:durableId="5694624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366"/>
    <w:rsid w:val="0009093B"/>
    <w:rsid w:val="000A5441"/>
    <w:rsid w:val="000B2022"/>
    <w:rsid w:val="000C149A"/>
    <w:rsid w:val="000C224E"/>
    <w:rsid w:val="000E1EB8"/>
    <w:rsid w:val="000E25E6"/>
    <w:rsid w:val="000E2C86"/>
    <w:rsid w:val="000F00EC"/>
    <w:rsid w:val="000F29F2"/>
    <w:rsid w:val="00101659"/>
    <w:rsid w:val="00105AEA"/>
    <w:rsid w:val="001078BF"/>
    <w:rsid w:val="00124840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42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3EC"/>
    <w:rsid w:val="002A4CD3"/>
    <w:rsid w:val="002A4E01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2E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F8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A7D7F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1B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B4C89"/>
    <w:rsid w:val="006C2F32"/>
    <w:rsid w:val="006D1AF9"/>
    <w:rsid w:val="006D38C3"/>
    <w:rsid w:val="006D4448"/>
    <w:rsid w:val="006D6DFD"/>
    <w:rsid w:val="006E2C4D"/>
    <w:rsid w:val="006E42FE"/>
    <w:rsid w:val="006E5F42"/>
    <w:rsid w:val="006F0D02"/>
    <w:rsid w:val="006F10FE"/>
    <w:rsid w:val="006F3622"/>
    <w:rsid w:val="0070124B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1D5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21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E7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7AA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26D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87257"/>
    <w:rsid w:val="00C96AF3"/>
    <w:rsid w:val="00C97CCC"/>
    <w:rsid w:val="00CA0274"/>
    <w:rsid w:val="00CA139A"/>
    <w:rsid w:val="00CB746F"/>
    <w:rsid w:val="00CC2A2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559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546"/>
    <w:rsid w:val="00DF3EE0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E65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680C98-653A-4D49-AD4D-753670C49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7ee3a392-9fd5-4e44-986b-b11872d0f857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904AF2-8B77-4D40-9C66-BD96D6C6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111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34</cp:revision>
  <cp:lastPrinted>2016-05-27T05:21:00Z</cp:lastPrinted>
  <dcterms:created xsi:type="dcterms:W3CDTF">2021-09-14T01:14:00Z</dcterms:created>
  <dcterms:modified xsi:type="dcterms:W3CDTF">2022-05-13T01:59:00Z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